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101E6" w14:textId="28B5E53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CE607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CE6073">
        <w:rPr>
          <w:rFonts w:ascii="Corbel" w:hAnsi="Corbel"/>
          <w:bCs/>
          <w:i/>
        </w:rPr>
        <w:t>23</w:t>
      </w:r>
    </w:p>
    <w:p w14:paraId="5F22CDB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3AB44E" w14:textId="0461176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6254C">
        <w:rPr>
          <w:rFonts w:ascii="Corbel" w:hAnsi="Corbel"/>
          <w:b/>
          <w:smallCaps/>
          <w:sz w:val="24"/>
          <w:szCs w:val="24"/>
        </w:rPr>
        <w:t>202</w:t>
      </w:r>
      <w:r w:rsidR="00AE0482">
        <w:rPr>
          <w:rFonts w:ascii="Corbel" w:hAnsi="Corbel"/>
          <w:b/>
          <w:smallCaps/>
          <w:sz w:val="24"/>
          <w:szCs w:val="24"/>
        </w:rPr>
        <w:t>3</w:t>
      </w:r>
      <w:r w:rsidR="00954838">
        <w:rPr>
          <w:rFonts w:ascii="Corbel" w:hAnsi="Corbel"/>
          <w:b/>
          <w:smallCaps/>
          <w:sz w:val="24"/>
          <w:szCs w:val="24"/>
        </w:rPr>
        <w:t>-</w:t>
      </w:r>
      <w:r w:rsidR="0086254C">
        <w:rPr>
          <w:rFonts w:ascii="Corbel" w:hAnsi="Corbel"/>
          <w:b/>
          <w:smallCaps/>
          <w:sz w:val="24"/>
          <w:szCs w:val="24"/>
        </w:rPr>
        <w:t>202</w:t>
      </w:r>
      <w:r w:rsidR="00AE0482">
        <w:rPr>
          <w:rFonts w:ascii="Corbel" w:hAnsi="Corbel"/>
          <w:b/>
          <w:smallCaps/>
          <w:sz w:val="24"/>
          <w:szCs w:val="24"/>
        </w:rPr>
        <w:t>6</w:t>
      </w:r>
    </w:p>
    <w:p w14:paraId="4823F179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5F38055" w14:textId="2275B84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86254C">
        <w:rPr>
          <w:rFonts w:ascii="Corbel" w:hAnsi="Corbel"/>
          <w:sz w:val="20"/>
          <w:szCs w:val="20"/>
        </w:rPr>
        <w:t>202</w:t>
      </w:r>
      <w:r w:rsidR="00AE0482">
        <w:rPr>
          <w:rFonts w:ascii="Corbel" w:hAnsi="Corbel"/>
          <w:sz w:val="20"/>
          <w:szCs w:val="20"/>
        </w:rPr>
        <w:t>4</w:t>
      </w:r>
      <w:r w:rsidR="0086254C">
        <w:rPr>
          <w:rFonts w:ascii="Corbel" w:hAnsi="Corbel"/>
          <w:sz w:val="20"/>
          <w:szCs w:val="20"/>
        </w:rPr>
        <w:t>/202</w:t>
      </w:r>
      <w:r w:rsidR="00AE0482">
        <w:rPr>
          <w:rFonts w:ascii="Corbel" w:hAnsi="Corbel"/>
          <w:sz w:val="20"/>
          <w:szCs w:val="20"/>
        </w:rPr>
        <w:t>5</w:t>
      </w:r>
    </w:p>
    <w:p w14:paraId="098EFA6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28D3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CBE170" w14:textId="77777777" w:rsidTr="00B819C8">
        <w:tc>
          <w:tcPr>
            <w:tcW w:w="2694" w:type="dxa"/>
            <w:vAlign w:val="center"/>
          </w:tcPr>
          <w:p w14:paraId="3242E0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B2008C" w14:textId="0A910A20" w:rsidR="0085747A" w:rsidRPr="004471E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Et</w:t>
            </w:r>
            <w:r w:rsidR="00926F3B">
              <w:rPr>
                <w:rFonts w:ascii="Corbel" w:hAnsi="Corbel"/>
                <w:sz w:val="24"/>
                <w:szCs w:val="24"/>
              </w:rPr>
              <w:t>yczne podstawy pracy opiekuńczo-wychowawczej</w:t>
            </w:r>
          </w:p>
        </w:tc>
      </w:tr>
      <w:tr w:rsidR="0085747A" w:rsidRPr="009C54AE" w14:paraId="498A7D91" w14:textId="77777777" w:rsidTr="00B819C8">
        <w:tc>
          <w:tcPr>
            <w:tcW w:w="2694" w:type="dxa"/>
            <w:vAlign w:val="center"/>
          </w:tcPr>
          <w:p w14:paraId="0D9452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3605D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3E52D7FC" w14:textId="77777777" w:rsidTr="00B819C8">
        <w:tc>
          <w:tcPr>
            <w:tcW w:w="2694" w:type="dxa"/>
            <w:vAlign w:val="center"/>
          </w:tcPr>
          <w:p w14:paraId="60FFFE90" w14:textId="03F90497" w:rsidR="003145B2" w:rsidRPr="009C54AE" w:rsidRDefault="007A6F4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145B2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3145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D5C0D0" w14:textId="3A7805DC" w:rsidR="003145B2" w:rsidRPr="009C54AE" w:rsidRDefault="007A6F4E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14:paraId="71D640E5" w14:textId="77777777" w:rsidTr="00B819C8">
        <w:tc>
          <w:tcPr>
            <w:tcW w:w="2694" w:type="dxa"/>
            <w:vAlign w:val="center"/>
          </w:tcPr>
          <w:p w14:paraId="0B34B205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F9E2AA0" w14:textId="7503D386" w:rsidR="003145B2" w:rsidRPr="009C54AE" w:rsidRDefault="007A6F4E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0EC057A" w14:textId="77777777" w:rsidTr="00B819C8">
        <w:tc>
          <w:tcPr>
            <w:tcW w:w="2694" w:type="dxa"/>
            <w:vAlign w:val="center"/>
          </w:tcPr>
          <w:p w14:paraId="43848C4C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072A3B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14:paraId="7CF9CD3C" w14:textId="77777777" w:rsidTr="00B819C8">
        <w:tc>
          <w:tcPr>
            <w:tcW w:w="2694" w:type="dxa"/>
            <w:vAlign w:val="center"/>
          </w:tcPr>
          <w:p w14:paraId="599B16AD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C1C044" w14:textId="77777777"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</w:p>
        </w:tc>
      </w:tr>
      <w:tr w:rsidR="003145B2" w:rsidRPr="009C54AE" w14:paraId="589CCF5B" w14:textId="77777777" w:rsidTr="00B819C8">
        <w:tc>
          <w:tcPr>
            <w:tcW w:w="2694" w:type="dxa"/>
            <w:vAlign w:val="center"/>
          </w:tcPr>
          <w:p w14:paraId="16438384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19173A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 akademicki</w:t>
            </w:r>
          </w:p>
        </w:tc>
      </w:tr>
      <w:tr w:rsidR="003145B2" w:rsidRPr="009C54AE" w14:paraId="2F2C741F" w14:textId="77777777" w:rsidTr="00B819C8">
        <w:tc>
          <w:tcPr>
            <w:tcW w:w="2694" w:type="dxa"/>
            <w:vAlign w:val="center"/>
          </w:tcPr>
          <w:p w14:paraId="12CBB43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CE94BA" w14:textId="77777777" w:rsidR="003145B2" w:rsidRPr="00993173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5469E7">
              <w:rPr>
                <w:rFonts w:ascii="Corbel" w:hAnsi="Corbel"/>
                <w:b w:val="0"/>
                <w:color w:val="auto"/>
                <w:sz w:val="24"/>
                <w:szCs w:val="24"/>
              </w:rPr>
              <w:t>ie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14:paraId="3499DD82" w14:textId="77777777" w:rsidTr="00B819C8">
        <w:tc>
          <w:tcPr>
            <w:tcW w:w="2694" w:type="dxa"/>
            <w:vAlign w:val="center"/>
          </w:tcPr>
          <w:p w14:paraId="576F86D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53EDF" w14:textId="77777777"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="0086254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3145B2" w:rsidRPr="009C54AE" w14:paraId="22908459" w14:textId="77777777" w:rsidTr="00B819C8">
        <w:tc>
          <w:tcPr>
            <w:tcW w:w="2694" w:type="dxa"/>
            <w:vAlign w:val="center"/>
          </w:tcPr>
          <w:p w14:paraId="0DD39EAB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7AC2D1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3145B2" w:rsidRPr="009C54AE" w14:paraId="1619DDFF" w14:textId="77777777" w:rsidTr="00B819C8">
        <w:tc>
          <w:tcPr>
            <w:tcW w:w="2694" w:type="dxa"/>
            <w:vAlign w:val="center"/>
          </w:tcPr>
          <w:p w14:paraId="1D321B8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7EC88" w14:textId="77777777" w:rsidR="003145B2" w:rsidRPr="00D90C01" w:rsidRDefault="0086254C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14:paraId="734FB37F" w14:textId="77777777" w:rsidTr="00B819C8">
        <w:tc>
          <w:tcPr>
            <w:tcW w:w="2694" w:type="dxa"/>
            <w:vAlign w:val="center"/>
          </w:tcPr>
          <w:p w14:paraId="79664923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10CB2F" w14:textId="77777777"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14:paraId="0EAF2917" w14:textId="77777777" w:rsidTr="00B819C8">
        <w:tc>
          <w:tcPr>
            <w:tcW w:w="2694" w:type="dxa"/>
            <w:vAlign w:val="center"/>
          </w:tcPr>
          <w:p w14:paraId="53A5FEC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2C0B03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0C8174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3189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77F8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96DB6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57E959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80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97CAA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C0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ED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4E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AD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A2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B2C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12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A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12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5E73667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A48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DFE14" w14:textId="358E30EE" w:rsidR="00F66565" w:rsidRPr="009C54AE" w:rsidRDefault="00423072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04BA" w14:textId="03503793" w:rsidR="00F66565" w:rsidRPr="009C54AE" w:rsidRDefault="00423072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4E0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E90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A7D5" w14:textId="77777777"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4EB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FFD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81BB7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220F" w14:textId="77777777" w:rsidR="00F66565" w:rsidRPr="009C54AE" w:rsidRDefault="0086254C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2F25A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C4F8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4B9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C85804" w14:textId="77777777"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0E55782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5B10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83F6A1" w14:textId="2FB9A5F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A6F4E">
        <w:rPr>
          <w:rFonts w:ascii="Corbel" w:hAnsi="Corbel"/>
          <w:smallCaps w:val="0"/>
          <w:szCs w:val="24"/>
        </w:rPr>
        <w:t xml:space="preserve">zaliczenie </w:t>
      </w:r>
      <w:r w:rsidR="00423072">
        <w:rPr>
          <w:rFonts w:ascii="Corbel" w:hAnsi="Corbel"/>
          <w:smallCaps w:val="0"/>
          <w:szCs w:val="24"/>
        </w:rPr>
        <w:t>z oceną</w:t>
      </w:r>
    </w:p>
    <w:p w14:paraId="0299368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CDFA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05E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A64428" w14:textId="77777777" w:rsidTr="00745302">
        <w:tc>
          <w:tcPr>
            <w:tcW w:w="9670" w:type="dxa"/>
          </w:tcPr>
          <w:p w14:paraId="1DF860CC" w14:textId="77777777"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7191886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2A91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0AFA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3276A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9FED47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86978" w:rsidRPr="009C54AE" w14:paraId="407A4F8D" w14:textId="77777777" w:rsidTr="007F11A4">
        <w:tc>
          <w:tcPr>
            <w:tcW w:w="851" w:type="dxa"/>
            <w:vAlign w:val="center"/>
          </w:tcPr>
          <w:p w14:paraId="60298D01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134CE9" w14:textId="77777777"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14:paraId="20C73033" w14:textId="77777777" w:rsidTr="007F11A4">
        <w:tc>
          <w:tcPr>
            <w:tcW w:w="851" w:type="dxa"/>
            <w:vAlign w:val="center"/>
          </w:tcPr>
          <w:p w14:paraId="2F4AA3F3" w14:textId="77777777"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D805EF1" w14:textId="77777777"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14:paraId="1490D68B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38346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45917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DE9B2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2E9EF92" w14:textId="77777777" w:rsidTr="0071620A">
        <w:tc>
          <w:tcPr>
            <w:tcW w:w="1701" w:type="dxa"/>
            <w:vAlign w:val="center"/>
          </w:tcPr>
          <w:p w14:paraId="498334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728DC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AB5FE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14:paraId="0159DE0D" w14:textId="77777777" w:rsidTr="005E6E85">
        <w:tc>
          <w:tcPr>
            <w:tcW w:w="1701" w:type="dxa"/>
          </w:tcPr>
          <w:p w14:paraId="239889D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AC9F27" w14:textId="3D4E1FA5" w:rsidR="007A6F4E" w:rsidRDefault="007A6F4E" w:rsidP="009548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2DEC8965" w14:textId="15D1F4E4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65FB970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14:paraId="7F287218" w14:textId="77777777" w:rsidTr="005E6E85">
        <w:tc>
          <w:tcPr>
            <w:tcW w:w="1701" w:type="dxa"/>
          </w:tcPr>
          <w:p w14:paraId="6FA83C7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4246D5C" w14:textId="77777777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484366B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14:paraId="1FB0FA39" w14:textId="77777777" w:rsidTr="005E6E85">
        <w:tc>
          <w:tcPr>
            <w:tcW w:w="1701" w:type="dxa"/>
          </w:tcPr>
          <w:p w14:paraId="4DAE1102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9CF512B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169B77D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14:paraId="48B4FC76" w14:textId="77777777" w:rsidTr="005E6E85">
        <w:tc>
          <w:tcPr>
            <w:tcW w:w="1701" w:type="dxa"/>
          </w:tcPr>
          <w:p w14:paraId="637C1EF1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BBBF345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470713C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624629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BCF11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79AB43" w14:textId="09A14538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423072">
        <w:rPr>
          <w:rFonts w:ascii="Corbel" w:hAnsi="Corbel"/>
          <w:sz w:val="24"/>
          <w:szCs w:val="24"/>
        </w:rPr>
        <w:t>ćwiczeń</w:t>
      </w:r>
    </w:p>
    <w:p w14:paraId="2DAC141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B77D48" w14:textId="77777777" w:rsidTr="00923D7D">
        <w:tc>
          <w:tcPr>
            <w:tcW w:w="9639" w:type="dxa"/>
          </w:tcPr>
          <w:p w14:paraId="3D8C702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14:paraId="45C88AA5" w14:textId="77777777" w:rsidTr="00923D7D">
        <w:tc>
          <w:tcPr>
            <w:tcW w:w="9639" w:type="dxa"/>
          </w:tcPr>
          <w:p w14:paraId="4D4E095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14:paraId="5B6C5AA5" w14:textId="77777777" w:rsidTr="00923D7D">
        <w:tc>
          <w:tcPr>
            <w:tcW w:w="9639" w:type="dxa"/>
          </w:tcPr>
          <w:p w14:paraId="397BBF72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14:paraId="78E872A9" w14:textId="77777777" w:rsidTr="00923D7D">
        <w:tc>
          <w:tcPr>
            <w:tcW w:w="9639" w:type="dxa"/>
          </w:tcPr>
          <w:p w14:paraId="66DE4ACC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14:paraId="3FD9D618" w14:textId="77777777" w:rsidTr="00923D7D">
        <w:tc>
          <w:tcPr>
            <w:tcW w:w="9639" w:type="dxa"/>
          </w:tcPr>
          <w:p w14:paraId="0883B595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14:paraId="7D14F1E4" w14:textId="77777777" w:rsidTr="00923D7D">
        <w:tc>
          <w:tcPr>
            <w:tcW w:w="9639" w:type="dxa"/>
          </w:tcPr>
          <w:p w14:paraId="22F71CB4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14:paraId="72CEE0A8" w14:textId="77777777" w:rsidTr="00923D7D">
        <w:tc>
          <w:tcPr>
            <w:tcW w:w="9639" w:type="dxa"/>
          </w:tcPr>
          <w:p w14:paraId="2790A321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14:paraId="2233AB56" w14:textId="77777777" w:rsidTr="00923D7D">
        <w:tc>
          <w:tcPr>
            <w:tcW w:w="9639" w:type="dxa"/>
          </w:tcPr>
          <w:p w14:paraId="058D8BAA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14:paraId="3340CD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061D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9EB65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CC5F741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1AB55BF" w14:textId="77777777"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05057820" w14:textId="77777777"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lastRenderedPageBreak/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14:paraId="3DDE21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AA40C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844FA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9EFFA4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615C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217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61533C5" w14:textId="77777777" w:rsidTr="007B6AF1">
        <w:tc>
          <w:tcPr>
            <w:tcW w:w="1962" w:type="dxa"/>
            <w:vAlign w:val="center"/>
          </w:tcPr>
          <w:p w14:paraId="4EA6FE7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77D9C4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8E2648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387E1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24B194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9C54AE" w14:paraId="43C721CF" w14:textId="77777777" w:rsidTr="007B6AF1">
        <w:tc>
          <w:tcPr>
            <w:tcW w:w="1962" w:type="dxa"/>
          </w:tcPr>
          <w:p w14:paraId="26700640" w14:textId="77777777"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2AC9E7E" w14:textId="77777777"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23490810" w14:textId="2CA64183" w:rsidR="00077389" w:rsidRPr="007B6AF1" w:rsidRDefault="00423072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23072" w:rsidRPr="009C54AE" w14:paraId="023E4043" w14:textId="77777777" w:rsidTr="007B6AF1">
        <w:tc>
          <w:tcPr>
            <w:tcW w:w="1962" w:type="dxa"/>
          </w:tcPr>
          <w:p w14:paraId="4968CD6D" w14:textId="77777777" w:rsidR="00423072" w:rsidRPr="009C54AE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49DB686" w14:textId="77777777" w:rsidR="00423072" w:rsidRPr="00A707E4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1700A0C" w14:textId="2D99F307" w:rsidR="00423072" w:rsidRPr="007B6AF1" w:rsidRDefault="00423072" w:rsidP="0042307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23072" w:rsidRPr="009C54AE" w14:paraId="30F31085" w14:textId="77777777" w:rsidTr="007B6AF1">
        <w:tc>
          <w:tcPr>
            <w:tcW w:w="1962" w:type="dxa"/>
          </w:tcPr>
          <w:p w14:paraId="2933EBE9" w14:textId="77777777" w:rsidR="00423072" w:rsidRPr="009C54AE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7EE0B82" w14:textId="77777777" w:rsidR="00423072" w:rsidRPr="00A707E4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123C5E1C" w14:textId="3A6891FE" w:rsidR="00423072" w:rsidRPr="007B6AF1" w:rsidRDefault="00423072" w:rsidP="0042307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23072" w:rsidRPr="009C54AE" w14:paraId="670D09F2" w14:textId="77777777" w:rsidTr="007B6AF1">
        <w:tc>
          <w:tcPr>
            <w:tcW w:w="1962" w:type="dxa"/>
          </w:tcPr>
          <w:p w14:paraId="77CD8891" w14:textId="77777777" w:rsidR="00423072" w:rsidRPr="009C54AE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2FD231B" w14:textId="77777777" w:rsidR="00423072" w:rsidRPr="00A707E4" w:rsidRDefault="00423072" w:rsidP="004230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6438832C" w14:textId="3B2B720B" w:rsidR="00423072" w:rsidRPr="007B6AF1" w:rsidRDefault="00423072" w:rsidP="0042307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A43766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2175E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3B4F2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4FFFF1" w14:textId="77777777" w:rsidTr="00923D7D">
        <w:tc>
          <w:tcPr>
            <w:tcW w:w="9670" w:type="dxa"/>
          </w:tcPr>
          <w:p w14:paraId="2FD2067F" w14:textId="77777777"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14:paraId="431A97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6258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87BD0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B5EA64" w14:textId="77777777" w:rsidTr="00196EDF">
        <w:tc>
          <w:tcPr>
            <w:tcW w:w="4902" w:type="dxa"/>
            <w:vAlign w:val="center"/>
          </w:tcPr>
          <w:p w14:paraId="50EAE6F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AC29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14:paraId="560029D2" w14:textId="77777777" w:rsidTr="00196EDF">
        <w:tc>
          <w:tcPr>
            <w:tcW w:w="4902" w:type="dxa"/>
          </w:tcPr>
          <w:p w14:paraId="16EDB5C7" w14:textId="65271B1C" w:rsidR="00BC5887" w:rsidRPr="004471E2" w:rsidRDefault="00BC5887" w:rsidP="00CE60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4471E2">
              <w:rPr>
                <w:rFonts w:ascii="Corbel" w:hAnsi="Corbel"/>
                <w:sz w:val="24"/>
                <w:szCs w:val="24"/>
              </w:rPr>
              <w:t xml:space="preserve">z harmonogramu studiów </w:t>
            </w:r>
          </w:p>
        </w:tc>
        <w:tc>
          <w:tcPr>
            <w:tcW w:w="4618" w:type="dxa"/>
          </w:tcPr>
          <w:p w14:paraId="386356A7" w14:textId="77777777" w:rsidR="00BC5887" w:rsidRPr="00A707E4" w:rsidRDefault="005469E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196EDF" w:rsidRPr="009C54AE" w14:paraId="0CD28D8D" w14:textId="77777777" w:rsidTr="00196EDF">
        <w:tc>
          <w:tcPr>
            <w:tcW w:w="4902" w:type="dxa"/>
          </w:tcPr>
          <w:p w14:paraId="5F513F5E" w14:textId="77777777" w:rsidR="00196EDF" w:rsidRPr="004471E2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AF8F06F" w14:textId="77777777" w:rsidR="00196EDF" w:rsidRPr="004471E2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B2CB2C2" w14:textId="2FFB554F" w:rsidR="00196EDF" w:rsidRPr="00A707E4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96EDF" w:rsidRPr="009C54AE" w14:paraId="55D92FA7" w14:textId="77777777" w:rsidTr="00196EDF">
        <w:tc>
          <w:tcPr>
            <w:tcW w:w="4902" w:type="dxa"/>
          </w:tcPr>
          <w:p w14:paraId="048D223C" w14:textId="7920C7CB" w:rsidR="00196EDF" w:rsidRPr="004471E2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471E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471E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471E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4768712B" w14:textId="11EA1717" w:rsidR="00196EDF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566FA44" w14:textId="5B5AFF6D" w:rsidR="00196EDF" w:rsidRPr="004471E2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ustnego kolokwium.</w:t>
            </w:r>
          </w:p>
        </w:tc>
        <w:tc>
          <w:tcPr>
            <w:tcW w:w="4618" w:type="dxa"/>
          </w:tcPr>
          <w:p w14:paraId="433EC212" w14:textId="77777777" w:rsidR="00196EDF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  <w:p w14:paraId="59A80926" w14:textId="77777777" w:rsidR="00196EDF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E73E421" w14:textId="77777777" w:rsidR="00196EDF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A9BCB75" w14:textId="5F0379FD" w:rsidR="00196EDF" w:rsidRPr="00A707E4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196EDF" w:rsidRPr="009C54AE" w14:paraId="36EF790C" w14:textId="77777777" w:rsidTr="00196EDF">
        <w:tc>
          <w:tcPr>
            <w:tcW w:w="4902" w:type="dxa"/>
          </w:tcPr>
          <w:p w14:paraId="080605F1" w14:textId="77777777" w:rsidR="00196EDF" w:rsidRPr="009C54AE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A1EB415" w14:textId="76F1AB8A" w:rsidR="00196EDF" w:rsidRPr="00A707E4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96EDF" w:rsidRPr="009C54AE" w14:paraId="40522757" w14:textId="77777777" w:rsidTr="00196EDF">
        <w:tc>
          <w:tcPr>
            <w:tcW w:w="4902" w:type="dxa"/>
          </w:tcPr>
          <w:p w14:paraId="1C039F06" w14:textId="77777777" w:rsidR="00196EDF" w:rsidRPr="009C54AE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1F85E9A" w14:textId="77777777" w:rsidR="00196EDF" w:rsidRPr="00A707E4" w:rsidRDefault="00196EDF" w:rsidP="00196E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BC15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A2702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B56B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0E7E8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14220FA" w14:textId="77777777" w:rsidTr="0071620A">
        <w:trPr>
          <w:trHeight w:val="397"/>
        </w:trPr>
        <w:tc>
          <w:tcPr>
            <w:tcW w:w="3544" w:type="dxa"/>
          </w:tcPr>
          <w:p w14:paraId="7BC018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37F2F31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5F924A" w14:textId="77777777" w:rsidTr="0071620A">
        <w:trPr>
          <w:trHeight w:val="397"/>
        </w:trPr>
        <w:tc>
          <w:tcPr>
            <w:tcW w:w="3544" w:type="dxa"/>
          </w:tcPr>
          <w:p w14:paraId="30F7D6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EF8A1AF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47BE0F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189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1AFB2B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F9F2D" w14:textId="77777777" w:rsidTr="0071620A">
        <w:trPr>
          <w:trHeight w:val="397"/>
        </w:trPr>
        <w:tc>
          <w:tcPr>
            <w:tcW w:w="7513" w:type="dxa"/>
          </w:tcPr>
          <w:p w14:paraId="3C68E37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EB07CD" w14:textId="77777777"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9970676" w14:textId="77777777"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14:paraId="41BF67E2" w14:textId="77777777" w:rsidTr="0071620A">
        <w:trPr>
          <w:trHeight w:val="397"/>
        </w:trPr>
        <w:tc>
          <w:tcPr>
            <w:tcW w:w="7513" w:type="dxa"/>
          </w:tcPr>
          <w:p w14:paraId="2AEA7809" w14:textId="77777777"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000BC053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14:paraId="5DDDD577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14:paraId="2253219B" w14:textId="77777777"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14:paraId="6A3D0395" w14:textId="77777777"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14:paraId="670133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218CA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1D52F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0CF3D" w14:textId="77777777" w:rsidR="004A3A08" w:rsidRDefault="004A3A08" w:rsidP="00C16ABF">
      <w:pPr>
        <w:spacing w:after="0" w:line="240" w:lineRule="auto"/>
      </w:pPr>
      <w:r>
        <w:separator/>
      </w:r>
    </w:p>
  </w:endnote>
  <w:endnote w:type="continuationSeparator" w:id="0">
    <w:p w14:paraId="66C4B262" w14:textId="77777777" w:rsidR="004A3A08" w:rsidRDefault="004A3A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5E21C" w14:textId="77777777" w:rsidR="004A3A08" w:rsidRDefault="004A3A08" w:rsidP="00C16ABF">
      <w:pPr>
        <w:spacing w:after="0" w:line="240" w:lineRule="auto"/>
      </w:pPr>
      <w:r>
        <w:separator/>
      </w:r>
    </w:p>
  </w:footnote>
  <w:footnote w:type="continuationSeparator" w:id="0">
    <w:p w14:paraId="7CEF5D8D" w14:textId="77777777" w:rsidR="004A3A08" w:rsidRDefault="004A3A08" w:rsidP="00C16ABF">
      <w:pPr>
        <w:spacing w:after="0" w:line="240" w:lineRule="auto"/>
      </w:pPr>
      <w:r>
        <w:continuationSeparator/>
      </w:r>
    </w:p>
  </w:footnote>
  <w:footnote w:id="1">
    <w:p w14:paraId="2AFF67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0B37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EDF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F38C0"/>
    <w:rsid w:val="004103A5"/>
    <w:rsid w:val="0041068A"/>
    <w:rsid w:val="00414E3C"/>
    <w:rsid w:val="0042244A"/>
    <w:rsid w:val="00423072"/>
    <w:rsid w:val="0042745A"/>
    <w:rsid w:val="00431D5C"/>
    <w:rsid w:val="004362C6"/>
    <w:rsid w:val="00437FA2"/>
    <w:rsid w:val="00445970"/>
    <w:rsid w:val="004471E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A08"/>
    <w:rsid w:val="004A3EEA"/>
    <w:rsid w:val="004A4D1F"/>
    <w:rsid w:val="004D5282"/>
    <w:rsid w:val="004E02DF"/>
    <w:rsid w:val="004F1551"/>
    <w:rsid w:val="004F55A3"/>
    <w:rsid w:val="0050496F"/>
    <w:rsid w:val="00513B6F"/>
    <w:rsid w:val="00517C63"/>
    <w:rsid w:val="00526C94"/>
    <w:rsid w:val="00530E73"/>
    <w:rsid w:val="005363C4"/>
    <w:rsid w:val="00536BDE"/>
    <w:rsid w:val="00543ACC"/>
    <w:rsid w:val="00544219"/>
    <w:rsid w:val="005469E7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A1478"/>
    <w:rsid w:val="006D050F"/>
    <w:rsid w:val="006D595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1B06"/>
    <w:rsid w:val="007A4022"/>
    <w:rsid w:val="007A6E6E"/>
    <w:rsid w:val="007A6F4E"/>
    <w:rsid w:val="007B6AF1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254C"/>
    <w:rsid w:val="00884922"/>
    <w:rsid w:val="00884BE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3C71"/>
    <w:rsid w:val="008F6E29"/>
    <w:rsid w:val="00916188"/>
    <w:rsid w:val="00923D7D"/>
    <w:rsid w:val="00926F3B"/>
    <w:rsid w:val="009508DF"/>
    <w:rsid w:val="00950DAC"/>
    <w:rsid w:val="00954838"/>
    <w:rsid w:val="00954A07"/>
    <w:rsid w:val="00997F14"/>
    <w:rsid w:val="009A78D9"/>
    <w:rsid w:val="009C1331"/>
    <w:rsid w:val="009C3E31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D1146"/>
    <w:rsid w:val="00AD27D3"/>
    <w:rsid w:val="00AD66D6"/>
    <w:rsid w:val="00AE0482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E6073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832"/>
    <w:rsid w:val="00D74119"/>
    <w:rsid w:val="00D8075B"/>
    <w:rsid w:val="00D85EFD"/>
    <w:rsid w:val="00D8678B"/>
    <w:rsid w:val="00DA2114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217"/>
    <w:rsid w:val="00E51E44"/>
    <w:rsid w:val="00E63348"/>
    <w:rsid w:val="00E7093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23F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7B5CC"/>
  <w15:docId w15:val="{97C1285C-33F8-45FC-9261-842872E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55183-2B02-4A07-AEB9-48D9B4F0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2022-05-11T15:57:00Z</dcterms:created>
  <dcterms:modified xsi:type="dcterms:W3CDTF">2023-04-20T08:47:00Z</dcterms:modified>
</cp:coreProperties>
</file>